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6C66E" w14:textId="2C0B1BAA" w:rsidR="00410304" w:rsidRPr="00174BE5" w:rsidRDefault="00FF012A">
      <w:pPr>
        <w:jc w:val="center"/>
        <w:rPr>
          <w:lang w:val="uk-UA"/>
        </w:rPr>
      </w:pPr>
      <w:r w:rsidRPr="00174BE5">
        <w:rPr>
          <w:noProof/>
          <w:sz w:val="20"/>
          <w:lang w:val="uk-UA" w:eastAsia="uk-UA"/>
        </w:rPr>
        <w:drawing>
          <wp:inline distT="0" distB="0" distL="0" distR="0" wp14:anchorId="535D39C7" wp14:editId="7ACD15E7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74479" w14:textId="77777777" w:rsidR="00410304" w:rsidRPr="00174BE5" w:rsidRDefault="00410304">
      <w:pPr>
        <w:jc w:val="center"/>
        <w:rPr>
          <w:lang w:val="uk-UA"/>
        </w:rPr>
      </w:pPr>
    </w:p>
    <w:p w14:paraId="557EC2BA" w14:textId="270FC944" w:rsidR="00D033C1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НАЦІОНАЛЬНА КОМІСІЯ, ЩО ЗДІЙСНЮЄ</w:t>
      </w:r>
    </w:p>
    <w:p w14:paraId="0783DADA" w14:textId="23A904E8"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ДЕРЖАВНЕ РЕГУЛЮВАННЯ У СФЕРАХ ЕНЕРГЕТИКИ</w:t>
      </w:r>
      <w:bookmarkStart w:id="0" w:name="_GoBack"/>
      <w:bookmarkEnd w:id="0"/>
    </w:p>
    <w:p w14:paraId="686F8894" w14:textId="77777777"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ТА КОМУНАЛЬНИХ ПОСЛУГ</w:t>
      </w:r>
    </w:p>
    <w:p w14:paraId="19D77620" w14:textId="77777777" w:rsidR="00410304" w:rsidRPr="00174BE5" w:rsidRDefault="00410304">
      <w:pPr>
        <w:jc w:val="center"/>
        <w:rPr>
          <w:b/>
          <w:szCs w:val="28"/>
          <w:u w:val="single"/>
          <w:lang w:val="uk-UA"/>
        </w:rPr>
      </w:pPr>
      <w:r w:rsidRPr="00174BE5">
        <w:rPr>
          <w:b/>
          <w:szCs w:val="28"/>
          <w:lang w:val="uk-UA"/>
        </w:rPr>
        <w:t>(НКРЕКП)</w:t>
      </w:r>
    </w:p>
    <w:p w14:paraId="1AF719E6" w14:textId="77777777" w:rsidR="00AC1A6A" w:rsidRPr="002D347A" w:rsidRDefault="00AC1A6A" w:rsidP="00AC1A6A">
      <w:pPr>
        <w:jc w:val="center"/>
        <w:rPr>
          <w:spacing w:val="40"/>
          <w:szCs w:val="28"/>
          <w:lang w:val="uk-UA"/>
        </w:rPr>
      </w:pPr>
    </w:p>
    <w:p w14:paraId="14A94F8B" w14:textId="77777777" w:rsidR="00AC1A6A" w:rsidRPr="002D347A" w:rsidRDefault="00AC1A6A" w:rsidP="00AC1A6A">
      <w:pPr>
        <w:jc w:val="center"/>
        <w:rPr>
          <w:b/>
          <w:spacing w:val="32"/>
          <w:szCs w:val="28"/>
          <w:lang w:val="uk-UA"/>
        </w:rPr>
      </w:pPr>
      <w:r w:rsidRPr="002D347A">
        <w:rPr>
          <w:b/>
          <w:spacing w:val="32"/>
          <w:szCs w:val="28"/>
          <w:lang w:val="uk-UA"/>
        </w:rPr>
        <w:t>ПОСТАНОВА</w:t>
      </w:r>
    </w:p>
    <w:p w14:paraId="3E5D49CF" w14:textId="77777777" w:rsidR="00AC1A6A" w:rsidRPr="002D347A" w:rsidRDefault="00AC1A6A" w:rsidP="00AC1A6A">
      <w:pPr>
        <w:jc w:val="center"/>
        <w:rPr>
          <w:spacing w:val="40"/>
          <w:szCs w:val="28"/>
          <w:lang w:val="uk-UA"/>
        </w:rPr>
      </w:pPr>
    </w:p>
    <w:p w14:paraId="1BE55A86" w14:textId="77777777" w:rsidR="00AC1A6A" w:rsidRPr="002D347A" w:rsidRDefault="00AC1A6A" w:rsidP="00AC1A6A">
      <w:pPr>
        <w:jc w:val="center"/>
        <w:rPr>
          <w:szCs w:val="28"/>
          <w:lang w:val="uk-UA"/>
        </w:rPr>
      </w:pPr>
      <w:r w:rsidRPr="002B148F">
        <w:rPr>
          <w:color w:val="000000"/>
          <w:szCs w:val="28"/>
          <w:lang w:val="uk-UA" w:eastAsia="uk-UA"/>
        </w:rPr>
        <w:t xml:space="preserve">________________ </w:t>
      </w:r>
      <w:r w:rsidRPr="002B148F">
        <w:rPr>
          <w:b/>
          <w:color w:val="000000"/>
          <w:szCs w:val="28"/>
          <w:lang w:val="uk-UA" w:eastAsia="uk-UA"/>
        </w:rPr>
        <w:tab/>
      </w:r>
      <w:r w:rsidRPr="002B148F">
        <w:rPr>
          <w:b/>
          <w:color w:val="000000"/>
          <w:szCs w:val="28"/>
          <w:lang w:val="uk-UA" w:eastAsia="uk-UA"/>
        </w:rPr>
        <w:tab/>
      </w:r>
      <w:r w:rsidRPr="002D347A">
        <w:rPr>
          <w:color w:val="000000"/>
          <w:sz w:val="24"/>
          <w:lang w:val="uk-UA" w:eastAsia="uk-UA"/>
        </w:rPr>
        <w:t>Київ</w:t>
      </w:r>
      <w:r w:rsidRPr="002B148F">
        <w:rPr>
          <w:color w:val="000000"/>
          <w:szCs w:val="28"/>
          <w:lang w:val="uk-UA" w:eastAsia="uk-UA"/>
        </w:rPr>
        <w:tab/>
      </w:r>
      <w:r w:rsidRPr="002B148F">
        <w:rPr>
          <w:color w:val="000000"/>
          <w:szCs w:val="28"/>
          <w:lang w:val="uk-UA" w:eastAsia="uk-UA"/>
        </w:rPr>
        <w:tab/>
        <w:t>№ ________________</w:t>
      </w:r>
    </w:p>
    <w:p w14:paraId="48CE95BB" w14:textId="77777777" w:rsidR="00AC1A6A" w:rsidRPr="00174BE5" w:rsidRDefault="00AC1A6A" w:rsidP="00AC1A6A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B7687" w:rsidRPr="00174BE5" w14:paraId="3D4EB49F" w14:textId="77777777" w:rsidTr="00FC665A">
        <w:tc>
          <w:tcPr>
            <w:tcW w:w="4361" w:type="dxa"/>
          </w:tcPr>
          <w:p w14:paraId="3833FBC6" w14:textId="3976FE75" w:rsidR="008B7687" w:rsidRPr="00174BE5" w:rsidRDefault="00F91B0B" w:rsidP="00122712">
            <w:pPr>
              <w:jc w:val="both"/>
              <w:rPr>
                <w:spacing w:val="40"/>
                <w:sz w:val="24"/>
                <w:lang w:val="uk-UA"/>
              </w:rPr>
            </w:pPr>
            <w:r w:rsidRPr="00F91B0B">
              <w:rPr>
                <w:lang w:val="uk-UA"/>
              </w:rPr>
      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</w:tc>
      </w:tr>
    </w:tbl>
    <w:p w14:paraId="0F73FB80" w14:textId="77777777" w:rsidR="00410304" w:rsidRPr="00174BE5" w:rsidRDefault="00410304" w:rsidP="00CE243D">
      <w:pPr>
        <w:jc w:val="both"/>
        <w:rPr>
          <w:lang w:val="uk-UA"/>
        </w:rPr>
      </w:pPr>
    </w:p>
    <w:p w14:paraId="6F8418C4" w14:textId="44E52D83" w:rsidR="00410304" w:rsidRPr="00174BE5" w:rsidRDefault="00F91B0B" w:rsidP="0011533C">
      <w:pPr>
        <w:ind w:firstLine="851"/>
        <w:jc w:val="both"/>
        <w:rPr>
          <w:lang w:val="uk-UA"/>
        </w:rPr>
      </w:pPr>
      <w:r w:rsidRPr="00F91B0B">
        <w:rPr>
          <w:lang w:val="uk-UA"/>
        </w:rPr>
        <w:t>Відповідно до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</w:t>
      </w:r>
      <w:r w:rsidR="00505CC5" w:rsidRPr="00174BE5">
        <w:rPr>
          <w:lang w:val="uk-UA"/>
        </w:rPr>
        <w:t>,</w:t>
      </w:r>
    </w:p>
    <w:p w14:paraId="39B70B0B" w14:textId="77777777" w:rsidR="00410304" w:rsidRPr="00174BE5" w:rsidRDefault="00410304" w:rsidP="00CE243D">
      <w:pPr>
        <w:jc w:val="both"/>
        <w:rPr>
          <w:lang w:val="uk-UA"/>
        </w:rPr>
      </w:pPr>
    </w:p>
    <w:p w14:paraId="3E2F77F1" w14:textId="77777777" w:rsidR="00410304" w:rsidRPr="00174BE5" w:rsidRDefault="00410304" w:rsidP="00CE243D">
      <w:pPr>
        <w:jc w:val="both"/>
        <w:rPr>
          <w:b/>
          <w:lang w:val="uk-UA"/>
        </w:rPr>
      </w:pPr>
      <w:r w:rsidRPr="00174BE5">
        <w:rPr>
          <w:b/>
          <w:lang w:val="uk-UA"/>
        </w:rPr>
        <w:t>ПОСТАНОВЛЯЄ:</w:t>
      </w:r>
    </w:p>
    <w:p w14:paraId="3E193550" w14:textId="77777777" w:rsidR="00410304" w:rsidRPr="00174BE5" w:rsidRDefault="00410304" w:rsidP="00CE243D">
      <w:pPr>
        <w:jc w:val="both"/>
        <w:rPr>
          <w:lang w:val="uk-UA"/>
        </w:rPr>
      </w:pPr>
    </w:p>
    <w:p w14:paraId="6FAEA410" w14:textId="2B457C25" w:rsidR="003F04D2" w:rsidRDefault="00F91B0B" w:rsidP="003F04D2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F91B0B">
        <w:rPr>
          <w:lang w:val="uk-UA"/>
        </w:rPr>
        <w:t>Затвердити Зміни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 428, що додаються</w:t>
      </w:r>
      <w:r>
        <w:rPr>
          <w:lang w:val="uk-UA"/>
        </w:rPr>
        <w:t>.</w:t>
      </w:r>
    </w:p>
    <w:p w14:paraId="76066DC9" w14:textId="77777777" w:rsidR="003F04D2" w:rsidRDefault="003F04D2" w:rsidP="00731C01">
      <w:pPr>
        <w:jc w:val="both"/>
        <w:rPr>
          <w:lang w:val="uk-UA"/>
        </w:rPr>
      </w:pPr>
    </w:p>
    <w:p w14:paraId="0B271321" w14:textId="296B3632" w:rsidR="00600377" w:rsidRPr="00FF0B94" w:rsidRDefault="00DD2A48" w:rsidP="00684945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DD2A48">
        <w:rPr>
          <w:lang w:val="uk-UA"/>
        </w:rPr>
        <w:t xml:space="preserve">Ця постанова набирає чинності </w:t>
      </w:r>
      <w:r w:rsidR="00F91B0B" w:rsidRPr="00F91B0B">
        <w:rPr>
          <w:lang w:val="uk-UA"/>
        </w:rPr>
        <w:t xml:space="preserve">з дня, наступного за днем її оприлюднення на офіційному </w:t>
      </w:r>
      <w:proofErr w:type="spellStart"/>
      <w:r w:rsidR="00F91B0B" w:rsidRPr="00F91B0B">
        <w:rPr>
          <w:lang w:val="uk-UA"/>
        </w:rPr>
        <w:t>вебсайті</w:t>
      </w:r>
      <w:proofErr w:type="spellEnd"/>
      <w:r w:rsidR="00F91B0B" w:rsidRPr="00F91B0B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E0194F" w:rsidRPr="00FF0B94">
        <w:rPr>
          <w:lang w:val="uk-UA"/>
        </w:rPr>
        <w:t>.</w:t>
      </w:r>
    </w:p>
    <w:p w14:paraId="4E2ECC40" w14:textId="745E8837" w:rsidR="00684945" w:rsidRDefault="00684945" w:rsidP="00BC2D50">
      <w:pPr>
        <w:ind w:left="708"/>
        <w:jc w:val="both"/>
        <w:rPr>
          <w:lang w:val="uk-UA"/>
        </w:rPr>
      </w:pPr>
    </w:p>
    <w:p w14:paraId="699CA56E" w14:textId="39836C1D" w:rsidR="00684945" w:rsidRDefault="00684945" w:rsidP="00BC2D50">
      <w:pPr>
        <w:ind w:left="708"/>
        <w:jc w:val="both"/>
        <w:rPr>
          <w:lang w:val="uk-UA"/>
        </w:rPr>
      </w:pPr>
    </w:p>
    <w:p w14:paraId="01D777BF" w14:textId="77777777" w:rsidR="00684945" w:rsidRPr="00174BE5" w:rsidRDefault="00684945" w:rsidP="00BC2D50">
      <w:pPr>
        <w:ind w:left="708"/>
        <w:jc w:val="both"/>
        <w:rPr>
          <w:lang w:val="uk-UA"/>
        </w:rPr>
      </w:pPr>
    </w:p>
    <w:p w14:paraId="073D3D16" w14:textId="18A2EC31" w:rsidR="007B4DF4" w:rsidRDefault="00CA39D3" w:rsidP="00FF012A">
      <w:pPr>
        <w:jc w:val="both"/>
        <w:rPr>
          <w:szCs w:val="28"/>
        </w:rPr>
      </w:pPr>
      <w:r w:rsidRPr="00174BE5">
        <w:rPr>
          <w:lang w:val="uk-UA"/>
        </w:rPr>
        <w:t>Голов</w:t>
      </w:r>
      <w:r w:rsidR="00BE2B73">
        <w:rPr>
          <w:lang w:val="uk-UA"/>
        </w:rPr>
        <w:t>а</w:t>
      </w:r>
      <w:r w:rsidRPr="00174BE5">
        <w:rPr>
          <w:lang w:val="uk-UA"/>
        </w:rPr>
        <w:t xml:space="preserve"> НКРЕКП</w:t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Pr="00174BE5">
        <w:rPr>
          <w:lang w:val="uk-UA"/>
        </w:rPr>
        <w:tab/>
      </w:r>
      <w:r w:rsidR="00213FAC">
        <w:rPr>
          <w:lang w:val="uk-UA"/>
        </w:rPr>
        <w:t>Юрій ВЛАСЕНКО</w:t>
      </w:r>
    </w:p>
    <w:sectPr w:rsidR="007B4DF4" w:rsidSect="00630322">
      <w:headerReference w:type="even" r:id="rId9"/>
      <w:headerReference w:type="default" r:id="rId10"/>
      <w:headerReference w:type="first" r:id="rId11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81863" w14:textId="77777777" w:rsidR="000915AA" w:rsidRDefault="000915AA">
      <w:r>
        <w:separator/>
      </w:r>
    </w:p>
  </w:endnote>
  <w:endnote w:type="continuationSeparator" w:id="0">
    <w:p w14:paraId="35153ECC" w14:textId="77777777" w:rsidR="000915AA" w:rsidRDefault="0009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86DBA" w14:textId="77777777" w:rsidR="000915AA" w:rsidRDefault="000915AA">
      <w:r>
        <w:separator/>
      </w:r>
    </w:p>
  </w:footnote>
  <w:footnote w:type="continuationSeparator" w:id="0">
    <w:p w14:paraId="5B33080A" w14:textId="77777777" w:rsidR="000915AA" w:rsidRDefault="0009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81C7A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62C934FB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334CD" w14:textId="4C19058D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935651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0CCD8646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DF160" w14:textId="438C7B8C" w:rsidR="006B0124" w:rsidRPr="006B0124" w:rsidRDefault="00796ABA" w:rsidP="006B0124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A05A8"/>
    <w:multiLevelType w:val="hybridMultilevel"/>
    <w:tmpl w:val="2C22847A"/>
    <w:lvl w:ilvl="0" w:tplc="27F8B80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43D80"/>
    <w:multiLevelType w:val="hybridMultilevel"/>
    <w:tmpl w:val="CF1AAD62"/>
    <w:lvl w:ilvl="0" w:tplc="178A792A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136471A"/>
    <w:multiLevelType w:val="hybridMultilevel"/>
    <w:tmpl w:val="CF1AAD62"/>
    <w:lvl w:ilvl="0" w:tplc="178A792A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F57D46"/>
    <w:multiLevelType w:val="hybridMultilevel"/>
    <w:tmpl w:val="747C43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3E0C"/>
    <w:rsid w:val="00007CF5"/>
    <w:rsid w:val="000100F1"/>
    <w:rsid w:val="000126A6"/>
    <w:rsid w:val="00012CE6"/>
    <w:rsid w:val="00014AEE"/>
    <w:rsid w:val="00015FF9"/>
    <w:rsid w:val="000164DB"/>
    <w:rsid w:val="00023F96"/>
    <w:rsid w:val="00030DF7"/>
    <w:rsid w:val="00031FC2"/>
    <w:rsid w:val="00032AD2"/>
    <w:rsid w:val="0006017C"/>
    <w:rsid w:val="00061142"/>
    <w:rsid w:val="00063436"/>
    <w:rsid w:val="0006356E"/>
    <w:rsid w:val="00067D26"/>
    <w:rsid w:val="00077BAF"/>
    <w:rsid w:val="00085626"/>
    <w:rsid w:val="00087EC3"/>
    <w:rsid w:val="000915AA"/>
    <w:rsid w:val="0009176E"/>
    <w:rsid w:val="000C1E3E"/>
    <w:rsid w:val="000D09CD"/>
    <w:rsid w:val="000D1175"/>
    <w:rsid w:val="000D4B0E"/>
    <w:rsid w:val="000E0C17"/>
    <w:rsid w:val="000E5D38"/>
    <w:rsid w:val="000E74F8"/>
    <w:rsid w:val="000F65E2"/>
    <w:rsid w:val="00106F1F"/>
    <w:rsid w:val="0011533C"/>
    <w:rsid w:val="00122712"/>
    <w:rsid w:val="00126DFB"/>
    <w:rsid w:val="00135DC1"/>
    <w:rsid w:val="00145112"/>
    <w:rsid w:val="00145587"/>
    <w:rsid w:val="001622C9"/>
    <w:rsid w:val="00174BE5"/>
    <w:rsid w:val="0017631E"/>
    <w:rsid w:val="00181FA7"/>
    <w:rsid w:val="00184C09"/>
    <w:rsid w:val="001B4BB9"/>
    <w:rsid w:val="001B639C"/>
    <w:rsid w:val="001E068B"/>
    <w:rsid w:val="001E1B97"/>
    <w:rsid w:val="001E1F7D"/>
    <w:rsid w:val="001E2CD9"/>
    <w:rsid w:val="001E7631"/>
    <w:rsid w:val="001E7A48"/>
    <w:rsid w:val="00201190"/>
    <w:rsid w:val="00213FAC"/>
    <w:rsid w:val="00217542"/>
    <w:rsid w:val="00221A33"/>
    <w:rsid w:val="002235B1"/>
    <w:rsid w:val="00233842"/>
    <w:rsid w:val="00237A22"/>
    <w:rsid w:val="00250FA8"/>
    <w:rsid w:val="00262835"/>
    <w:rsid w:val="00267871"/>
    <w:rsid w:val="00270A10"/>
    <w:rsid w:val="002729D1"/>
    <w:rsid w:val="002731A8"/>
    <w:rsid w:val="00274F05"/>
    <w:rsid w:val="0027689F"/>
    <w:rsid w:val="0028465C"/>
    <w:rsid w:val="00285E36"/>
    <w:rsid w:val="00287D35"/>
    <w:rsid w:val="00291BD3"/>
    <w:rsid w:val="002A1478"/>
    <w:rsid w:val="002A21A1"/>
    <w:rsid w:val="002A2D9B"/>
    <w:rsid w:val="002A46BB"/>
    <w:rsid w:val="002A6F93"/>
    <w:rsid w:val="002B421E"/>
    <w:rsid w:val="002B58F1"/>
    <w:rsid w:val="002C19FE"/>
    <w:rsid w:val="002C3ACB"/>
    <w:rsid w:val="002C54E5"/>
    <w:rsid w:val="002C78A0"/>
    <w:rsid w:val="002D309A"/>
    <w:rsid w:val="002D34A0"/>
    <w:rsid w:val="002D563E"/>
    <w:rsid w:val="002D5D31"/>
    <w:rsid w:val="002D608A"/>
    <w:rsid w:val="002E258D"/>
    <w:rsid w:val="002E51FB"/>
    <w:rsid w:val="00304DE1"/>
    <w:rsid w:val="00311D1C"/>
    <w:rsid w:val="00314506"/>
    <w:rsid w:val="0031459A"/>
    <w:rsid w:val="0031717A"/>
    <w:rsid w:val="00321680"/>
    <w:rsid w:val="0033079C"/>
    <w:rsid w:val="00332391"/>
    <w:rsid w:val="0033348C"/>
    <w:rsid w:val="003348AD"/>
    <w:rsid w:val="0034090E"/>
    <w:rsid w:val="00342F14"/>
    <w:rsid w:val="00345019"/>
    <w:rsid w:val="00345A8E"/>
    <w:rsid w:val="00347732"/>
    <w:rsid w:val="00351818"/>
    <w:rsid w:val="00352420"/>
    <w:rsid w:val="00357DE2"/>
    <w:rsid w:val="003635CA"/>
    <w:rsid w:val="003707AA"/>
    <w:rsid w:val="003756AC"/>
    <w:rsid w:val="003811A3"/>
    <w:rsid w:val="003A0F39"/>
    <w:rsid w:val="003A5427"/>
    <w:rsid w:val="003A7BCA"/>
    <w:rsid w:val="003B4071"/>
    <w:rsid w:val="003C7F5A"/>
    <w:rsid w:val="003E199A"/>
    <w:rsid w:val="003E7F94"/>
    <w:rsid w:val="003F04D2"/>
    <w:rsid w:val="003F2CB1"/>
    <w:rsid w:val="003F41C7"/>
    <w:rsid w:val="003F6541"/>
    <w:rsid w:val="00401DF5"/>
    <w:rsid w:val="00410304"/>
    <w:rsid w:val="004124C4"/>
    <w:rsid w:val="00414A3F"/>
    <w:rsid w:val="004152E8"/>
    <w:rsid w:val="00425C09"/>
    <w:rsid w:val="004350C2"/>
    <w:rsid w:val="00436923"/>
    <w:rsid w:val="00441B14"/>
    <w:rsid w:val="004442D9"/>
    <w:rsid w:val="00451214"/>
    <w:rsid w:val="00453885"/>
    <w:rsid w:val="004652B4"/>
    <w:rsid w:val="00467E69"/>
    <w:rsid w:val="004866C8"/>
    <w:rsid w:val="00494D13"/>
    <w:rsid w:val="004A4243"/>
    <w:rsid w:val="004A44BD"/>
    <w:rsid w:val="004B30DD"/>
    <w:rsid w:val="004B3262"/>
    <w:rsid w:val="004D5381"/>
    <w:rsid w:val="004E36C0"/>
    <w:rsid w:val="004E447E"/>
    <w:rsid w:val="004E5F89"/>
    <w:rsid w:val="004F7740"/>
    <w:rsid w:val="00505CC5"/>
    <w:rsid w:val="00513F0C"/>
    <w:rsid w:val="00515250"/>
    <w:rsid w:val="00527F99"/>
    <w:rsid w:val="0053161A"/>
    <w:rsid w:val="005406D6"/>
    <w:rsid w:val="00546EAA"/>
    <w:rsid w:val="00551BFD"/>
    <w:rsid w:val="00551F80"/>
    <w:rsid w:val="00563C70"/>
    <w:rsid w:val="005642D8"/>
    <w:rsid w:val="00566FCC"/>
    <w:rsid w:val="0057534F"/>
    <w:rsid w:val="00575EBA"/>
    <w:rsid w:val="0058045E"/>
    <w:rsid w:val="0058117F"/>
    <w:rsid w:val="00586DCC"/>
    <w:rsid w:val="00590C5A"/>
    <w:rsid w:val="005931E9"/>
    <w:rsid w:val="00595561"/>
    <w:rsid w:val="005A082E"/>
    <w:rsid w:val="005B0DEE"/>
    <w:rsid w:val="005B3204"/>
    <w:rsid w:val="005B51E7"/>
    <w:rsid w:val="005C60CF"/>
    <w:rsid w:val="005D41B9"/>
    <w:rsid w:val="005D5655"/>
    <w:rsid w:val="005D5F74"/>
    <w:rsid w:val="005E62AD"/>
    <w:rsid w:val="00600377"/>
    <w:rsid w:val="006003DC"/>
    <w:rsid w:val="006048A5"/>
    <w:rsid w:val="00620348"/>
    <w:rsid w:val="0062052D"/>
    <w:rsid w:val="006248ED"/>
    <w:rsid w:val="00630322"/>
    <w:rsid w:val="006304AF"/>
    <w:rsid w:val="00635D98"/>
    <w:rsid w:val="006446C8"/>
    <w:rsid w:val="00646FA3"/>
    <w:rsid w:val="00661ABB"/>
    <w:rsid w:val="0067290E"/>
    <w:rsid w:val="0067616B"/>
    <w:rsid w:val="00676716"/>
    <w:rsid w:val="00684945"/>
    <w:rsid w:val="006909E8"/>
    <w:rsid w:val="00694C3F"/>
    <w:rsid w:val="0069596C"/>
    <w:rsid w:val="006A2880"/>
    <w:rsid w:val="006B0124"/>
    <w:rsid w:val="006B12C2"/>
    <w:rsid w:val="006C37FB"/>
    <w:rsid w:val="006C5375"/>
    <w:rsid w:val="006C5432"/>
    <w:rsid w:val="006E15F9"/>
    <w:rsid w:val="006E20E0"/>
    <w:rsid w:val="006E22A4"/>
    <w:rsid w:val="006E362D"/>
    <w:rsid w:val="006F034D"/>
    <w:rsid w:val="006F06BC"/>
    <w:rsid w:val="006F0961"/>
    <w:rsid w:val="006F0DFE"/>
    <w:rsid w:val="006F4255"/>
    <w:rsid w:val="0072340E"/>
    <w:rsid w:val="00724465"/>
    <w:rsid w:val="00726E58"/>
    <w:rsid w:val="007316F5"/>
    <w:rsid w:val="00731C01"/>
    <w:rsid w:val="00761395"/>
    <w:rsid w:val="007645DD"/>
    <w:rsid w:val="0077096F"/>
    <w:rsid w:val="00783EEC"/>
    <w:rsid w:val="00790BE4"/>
    <w:rsid w:val="00793A12"/>
    <w:rsid w:val="00796ABA"/>
    <w:rsid w:val="007A639A"/>
    <w:rsid w:val="007B3DDB"/>
    <w:rsid w:val="007B4DF4"/>
    <w:rsid w:val="007D07A2"/>
    <w:rsid w:val="007D0C3B"/>
    <w:rsid w:val="007D1DDB"/>
    <w:rsid w:val="007D3771"/>
    <w:rsid w:val="007F0F5D"/>
    <w:rsid w:val="007F7916"/>
    <w:rsid w:val="00801344"/>
    <w:rsid w:val="00802BE4"/>
    <w:rsid w:val="0080603E"/>
    <w:rsid w:val="00820161"/>
    <w:rsid w:val="008245BA"/>
    <w:rsid w:val="00824A89"/>
    <w:rsid w:val="00845EB2"/>
    <w:rsid w:val="00845ED2"/>
    <w:rsid w:val="00852C9A"/>
    <w:rsid w:val="00854173"/>
    <w:rsid w:val="00862199"/>
    <w:rsid w:val="008745BE"/>
    <w:rsid w:val="00881EBB"/>
    <w:rsid w:val="00881F76"/>
    <w:rsid w:val="00882EF0"/>
    <w:rsid w:val="00887FF3"/>
    <w:rsid w:val="00897897"/>
    <w:rsid w:val="008B25CD"/>
    <w:rsid w:val="008B3527"/>
    <w:rsid w:val="008B5A79"/>
    <w:rsid w:val="008B7687"/>
    <w:rsid w:val="008C1926"/>
    <w:rsid w:val="008C3DE8"/>
    <w:rsid w:val="008D334A"/>
    <w:rsid w:val="008F5BDA"/>
    <w:rsid w:val="00922B4E"/>
    <w:rsid w:val="00925508"/>
    <w:rsid w:val="00927C0E"/>
    <w:rsid w:val="00935651"/>
    <w:rsid w:val="00946C04"/>
    <w:rsid w:val="00955DF1"/>
    <w:rsid w:val="00961800"/>
    <w:rsid w:val="0097597B"/>
    <w:rsid w:val="00975F53"/>
    <w:rsid w:val="00976C92"/>
    <w:rsid w:val="00980D39"/>
    <w:rsid w:val="00997126"/>
    <w:rsid w:val="009A2722"/>
    <w:rsid w:val="009B60EC"/>
    <w:rsid w:val="009C34A2"/>
    <w:rsid w:val="009C6137"/>
    <w:rsid w:val="009C640B"/>
    <w:rsid w:val="009D1131"/>
    <w:rsid w:val="009D6F4B"/>
    <w:rsid w:val="009E560D"/>
    <w:rsid w:val="009F3549"/>
    <w:rsid w:val="009F4973"/>
    <w:rsid w:val="00A032A9"/>
    <w:rsid w:val="00A1235A"/>
    <w:rsid w:val="00A22E93"/>
    <w:rsid w:val="00A23944"/>
    <w:rsid w:val="00A26022"/>
    <w:rsid w:val="00A26452"/>
    <w:rsid w:val="00A37352"/>
    <w:rsid w:val="00A45E20"/>
    <w:rsid w:val="00A4610F"/>
    <w:rsid w:val="00A4675B"/>
    <w:rsid w:val="00A55D7E"/>
    <w:rsid w:val="00A5648E"/>
    <w:rsid w:val="00A5713E"/>
    <w:rsid w:val="00A63CD9"/>
    <w:rsid w:val="00A67A6E"/>
    <w:rsid w:val="00A72127"/>
    <w:rsid w:val="00A73B9B"/>
    <w:rsid w:val="00A7408F"/>
    <w:rsid w:val="00A80D8F"/>
    <w:rsid w:val="00A90507"/>
    <w:rsid w:val="00A94A4D"/>
    <w:rsid w:val="00AB3763"/>
    <w:rsid w:val="00AB6E7D"/>
    <w:rsid w:val="00AB7442"/>
    <w:rsid w:val="00AC1A6A"/>
    <w:rsid w:val="00AC2CF5"/>
    <w:rsid w:val="00AD51E3"/>
    <w:rsid w:val="00AE0450"/>
    <w:rsid w:val="00AE1A99"/>
    <w:rsid w:val="00B004C8"/>
    <w:rsid w:val="00B05205"/>
    <w:rsid w:val="00B07CE1"/>
    <w:rsid w:val="00B103C5"/>
    <w:rsid w:val="00B10F36"/>
    <w:rsid w:val="00B1257E"/>
    <w:rsid w:val="00B2573E"/>
    <w:rsid w:val="00B27BEF"/>
    <w:rsid w:val="00B301DD"/>
    <w:rsid w:val="00B30A3B"/>
    <w:rsid w:val="00B40881"/>
    <w:rsid w:val="00B539BC"/>
    <w:rsid w:val="00B55D8D"/>
    <w:rsid w:val="00B72161"/>
    <w:rsid w:val="00B7757C"/>
    <w:rsid w:val="00B81DE3"/>
    <w:rsid w:val="00B875F3"/>
    <w:rsid w:val="00B879DB"/>
    <w:rsid w:val="00B90855"/>
    <w:rsid w:val="00BA5C9D"/>
    <w:rsid w:val="00BB111A"/>
    <w:rsid w:val="00BB15A1"/>
    <w:rsid w:val="00BB1B14"/>
    <w:rsid w:val="00BB47E2"/>
    <w:rsid w:val="00BC2D50"/>
    <w:rsid w:val="00BD0E9F"/>
    <w:rsid w:val="00BD1E3C"/>
    <w:rsid w:val="00BE2B73"/>
    <w:rsid w:val="00BE5C9E"/>
    <w:rsid w:val="00BE6566"/>
    <w:rsid w:val="00C0338F"/>
    <w:rsid w:val="00C04DA8"/>
    <w:rsid w:val="00C13DE8"/>
    <w:rsid w:val="00C204BC"/>
    <w:rsid w:val="00C261E6"/>
    <w:rsid w:val="00C341A2"/>
    <w:rsid w:val="00C42239"/>
    <w:rsid w:val="00C42F0A"/>
    <w:rsid w:val="00C43312"/>
    <w:rsid w:val="00C54FAD"/>
    <w:rsid w:val="00C55A71"/>
    <w:rsid w:val="00C5732B"/>
    <w:rsid w:val="00C63356"/>
    <w:rsid w:val="00C70AAB"/>
    <w:rsid w:val="00C7285F"/>
    <w:rsid w:val="00C744FE"/>
    <w:rsid w:val="00C874CE"/>
    <w:rsid w:val="00C90A4F"/>
    <w:rsid w:val="00CA39D3"/>
    <w:rsid w:val="00CD2B6C"/>
    <w:rsid w:val="00CD4CC4"/>
    <w:rsid w:val="00CE243D"/>
    <w:rsid w:val="00CF22E3"/>
    <w:rsid w:val="00CF246D"/>
    <w:rsid w:val="00CF47C6"/>
    <w:rsid w:val="00CF50E2"/>
    <w:rsid w:val="00CF56A9"/>
    <w:rsid w:val="00CF5BE0"/>
    <w:rsid w:val="00D00FA2"/>
    <w:rsid w:val="00D0285F"/>
    <w:rsid w:val="00D033C1"/>
    <w:rsid w:val="00D04A53"/>
    <w:rsid w:val="00D260C6"/>
    <w:rsid w:val="00D47971"/>
    <w:rsid w:val="00D50DA9"/>
    <w:rsid w:val="00D6064B"/>
    <w:rsid w:val="00D65A6F"/>
    <w:rsid w:val="00D751E3"/>
    <w:rsid w:val="00D768C4"/>
    <w:rsid w:val="00D904F9"/>
    <w:rsid w:val="00DA0E9D"/>
    <w:rsid w:val="00DA5734"/>
    <w:rsid w:val="00DC496F"/>
    <w:rsid w:val="00DC729C"/>
    <w:rsid w:val="00DD0DC9"/>
    <w:rsid w:val="00DD2A48"/>
    <w:rsid w:val="00DD33A5"/>
    <w:rsid w:val="00DD42BF"/>
    <w:rsid w:val="00DD6BB4"/>
    <w:rsid w:val="00DE0353"/>
    <w:rsid w:val="00DE1BB5"/>
    <w:rsid w:val="00DF262A"/>
    <w:rsid w:val="00DF569C"/>
    <w:rsid w:val="00E013EC"/>
    <w:rsid w:val="00E0194F"/>
    <w:rsid w:val="00E05CA0"/>
    <w:rsid w:val="00E16E65"/>
    <w:rsid w:val="00E20F33"/>
    <w:rsid w:val="00E30BF3"/>
    <w:rsid w:val="00E310B9"/>
    <w:rsid w:val="00E320FE"/>
    <w:rsid w:val="00E37116"/>
    <w:rsid w:val="00E41751"/>
    <w:rsid w:val="00E434C2"/>
    <w:rsid w:val="00E44E38"/>
    <w:rsid w:val="00E45FA4"/>
    <w:rsid w:val="00E6491A"/>
    <w:rsid w:val="00E67FF1"/>
    <w:rsid w:val="00E74F03"/>
    <w:rsid w:val="00E82E5F"/>
    <w:rsid w:val="00EA0ACE"/>
    <w:rsid w:val="00EB22DF"/>
    <w:rsid w:val="00EB28F5"/>
    <w:rsid w:val="00EB350B"/>
    <w:rsid w:val="00EB52D6"/>
    <w:rsid w:val="00EC3A97"/>
    <w:rsid w:val="00ED5A12"/>
    <w:rsid w:val="00ED72E0"/>
    <w:rsid w:val="00EE3412"/>
    <w:rsid w:val="00EE3EFF"/>
    <w:rsid w:val="00EE7CE7"/>
    <w:rsid w:val="00EF6661"/>
    <w:rsid w:val="00F06A67"/>
    <w:rsid w:val="00F11AD2"/>
    <w:rsid w:val="00F15E3A"/>
    <w:rsid w:val="00F21BE3"/>
    <w:rsid w:val="00F24B01"/>
    <w:rsid w:val="00F33CB6"/>
    <w:rsid w:val="00F40C1B"/>
    <w:rsid w:val="00F549F1"/>
    <w:rsid w:val="00F5510D"/>
    <w:rsid w:val="00F611F7"/>
    <w:rsid w:val="00F63125"/>
    <w:rsid w:val="00F87BB7"/>
    <w:rsid w:val="00F91B0B"/>
    <w:rsid w:val="00F92859"/>
    <w:rsid w:val="00FB5728"/>
    <w:rsid w:val="00FB5FE5"/>
    <w:rsid w:val="00FC25B4"/>
    <w:rsid w:val="00FC5E76"/>
    <w:rsid w:val="00FC665A"/>
    <w:rsid w:val="00FC77A9"/>
    <w:rsid w:val="00FD43CB"/>
    <w:rsid w:val="00FD5700"/>
    <w:rsid w:val="00FD6C5C"/>
    <w:rsid w:val="00FD72F9"/>
    <w:rsid w:val="00FF012A"/>
    <w:rsid w:val="00FF0B94"/>
    <w:rsid w:val="00FF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049ADF"/>
  <w15:docId w15:val="{75301BF4-F504-4807-962B-AE9A01AD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character" w:styleId="ae">
    <w:name w:val="annotation reference"/>
    <w:basedOn w:val="a0"/>
    <w:semiHidden/>
    <w:unhideWhenUsed/>
    <w:rsid w:val="00C42239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42239"/>
    <w:rPr>
      <w:sz w:val="20"/>
    </w:rPr>
  </w:style>
  <w:style w:type="character" w:customStyle="1" w:styleId="af0">
    <w:name w:val="Текст примітки Знак"/>
    <w:basedOn w:val="a0"/>
    <w:link w:val="af"/>
    <w:semiHidden/>
    <w:rsid w:val="00C42239"/>
    <w:rPr>
      <w:lang w:val="ru-RU" w:eastAsia="ru-RU"/>
    </w:rPr>
  </w:style>
  <w:style w:type="paragraph" w:styleId="af1">
    <w:name w:val="annotation subject"/>
    <w:basedOn w:val="af"/>
    <w:next w:val="af"/>
    <w:link w:val="af2"/>
    <w:semiHidden/>
    <w:unhideWhenUsed/>
    <w:rsid w:val="00C42239"/>
    <w:rPr>
      <w:b/>
      <w:bCs/>
    </w:rPr>
  </w:style>
  <w:style w:type="character" w:customStyle="1" w:styleId="af2">
    <w:name w:val="Тема примітки Знак"/>
    <w:basedOn w:val="af0"/>
    <w:link w:val="af1"/>
    <w:semiHidden/>
    <w:rsid w:val="00C42239"/>
    <w:rPr>
      <w:b/>
      <w:bCs/>
      <w:lang w:val="ru-RU" w:eastAsia="ru-RU"/>
    </w:rPr>
  </w:style>
  <w:style w:type="paragraph" w:styleId="af3">
    <w:name w:val="List Paragraph"/>
    <w:basedOn w:val="a"/>
    <w:uiPriority w:val="34"/>
    <w:qFormat/>
    <w:rsid w:val="00DA0E9D"/>
    <w:pPr>
      <w:ind w:left="720"/>
      <w:contextualSpacing/>
    </w:pPr>
  </w:style>
  <w:style w:type="paragraph" w:styleId="af4">
    <w:name w:val="Revision"/>
    <w:hidden/>
    <w:uiPriority w:val="99"/>
    <w:semiHidden/>
    <w:rsid w:val="00DC729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145D-9E35-4A9C-B6E7-D8015F18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Григорій Туленко</cp:lastModifiedBy>
  <cp:revision>2</cp:revision>
  <cp:lastPrinted>2024-03-04T12:10:00Z</cp:lastPrinted>
  <dcterms:created xsi:type="dcterms:W3CDTF">2026-02-03T08:31:00Z</dcterms:created>
  <dcterms:modified xsi:type="dcterms:W3CDTF">2026-02-03T08:31:00Z</dcterms:modified>
</cp:coreProperties>
</file>