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9DAF3" w14:textId="21110CC4" w:rsidR="003B7689" w:rsidRDefault="006C41B0" w:rsidP="006C41B0">
      <w:pPr>
        <w:ind w:left="6372" w:firstLine="708"/>
        <w:jc w:val="center"/>
        <w:rPr>
          <w:lang w:val="uk-UA"/>
        </w:rPr>
      </w:pPr>
      <w:r>
        <w:rPr>
          <w:lang w:val="uk-UA"/>
        </w:rPr>
        <w:t>ПРОЄКТ</w:t>
      </w:r>
    </w:p>
    <w:p w14:paraId="6241D195" w14:textId="77777777" w:rsidR="003B7689" w:rsidRDefault="003B7689">
      <w:pPr>
        <w:jc w:val="center"/>
        <w:rPr>
          <w:lang w:val="uk-UA"/>
        </w:rPr>
      </w:pPr>
    </w:p>
    <w:p w14:paraId="02B57F3F" w14:textId="7696FCC4" w:rsidR="00410304" w:rsidRPr="001740B1" w:rsidRDefault="00EA0ACE">
      <w:pPr>
        <w:jc w:val="center"/>
        <w:rPr>
          <w:lang w:val="uk-UA"/>
        </w:rPr>
      </w:pPr>
      <w:r w:rsidRPr="001740B1">
        <w:rPr>
          <w:noProof/>
          <w:sz w:val="20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3948" w14:textId="77777777" w:rsidR="00410304" w:rsidRPr="001740B1" w:rsidRDefault="00410304">
      <w:pPr>
        <w:jc w:val="center"/>
        <w:rPr>
          <w:lang w:val="uk-UA"/>
        </w:rPr>
      </w:pPr>
    </w:p>
    <w:p w14:paraId="19A524C6" w14:textId="77777777" w:rsidR="00410304" w:rsidRPr="001740B1" w:rsidRDefault="00410304">
      <w:pPr>
        <w:jc w:val="center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1740B1" w:rsidRDefault="00410304">
      <w:pPr>
        <w:jc w:val="center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1740B1" w:rsidRDefault="00410304">
      <w:pPr>
        <w:jc w:val="center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1740B1" w:rsidRDefault="00410304">
      <w:pPr>
        <w:jc w:val="center"/>
        <w:rPr>
          <w:b/>
          <w:szCs w:val="28"/>
          <w:u w:val="single"/>
          <w:lang w:val="uk-UA"/>
        </w:rPr>
      </w:pPr>
      <w:r w:rsidRPr="001740B1">
        <w:rPr>
          <w:b/>
          <w:szCs w:val="28"/>
          <w:lang w:val="uk-UA"/>
        </w:rPr>
        <w:t>(НКРЕКП)</w:t>
      </w:r>
    </w:p>
    <w:p w14:paraId="447B1116" w14:textId="77777777" w:rsidR="00410304" w:rsidRPr="001740B1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1740B1" w:rsidRDefault="00410304">
      <w:pPr>
        <w:jc w:val="center"/>
        <w:rPr>
          <w:spacing w:val="40"/>
          <w:sz w:val="24"/>
          <w:lang w:val="uk-UA"/>
        </w:rPr>
      </w:pPr>
    </w:p>
    <w:p w14:paraId="2653746E" w14:textId="77777777" w:rsidR="00410304" w:rsidRPr="001740B1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740B1">
        <w:rPr>
          <w:b/>
          <w:spacing w:val="32"/>
          <w:sz w:val="32"/>
          <w:szCs w:val="32"/>
          <w:lang w:val="uk-UA"/>
        </w:rPr>
        <w:t>ПОСТАНОВА</w:t>
      </w:r>
    </w:p>
    <w:p w14:paraId="6AA6675E" w14:textId="77777777" w:rsidR="00410304" w:rsidRPr="001740B1" w:rsidRDefault="00410304">
      <w:pPr>
        <w:rPr>
          <w:sz w:val="24"/>
          <w:szCs w:val="24"/>
          <w:lang w:val="uk-UA"/>
        </w:rPr>
      </w:pPr>
      <w:r w:rsidRPr="001740B1">
        <w:rPr>
          <w:lang w:val="uk-UA"/>
        </w:rPr>
        <w:tab/>
      </w:r>
      <w:r w:rsidRPr="001740B1">
        <w:rPr>
          <w:lang w:val="uk-UA"/>
        </w:rPr>
        <w:tab/>
      </w:r>
      <w:r w:rsidRPr="001740B1">
        <w:rPr>
          <w:lang w:val="uk-UA"/>
        </w:rPr>
        <w:tab/>
      </w:r>
      <w:r w:rsidRPr="001740B1">
        <w:rPr>
          <w:lang w:val="uk-UA"/>
        </w:rPr>
        <w:tab/>
      </w:r>
      <w:r w:rsidRPr="001740B1">
        <w:rPr>
          <w:lang w:val="uk-UA"/>
        </w:rPr>
        <w:tab/>
      </w:r>
    </w:p>
    <w:p w14:paraId="0CD85EF6" w14:textId="77777777" w:rsidR="00410304" w:rsidRPr="001740B1" w:rsidRDefault="00410304">
      <w:pPr>
        <w:jc w:val="center"/>
        <w:rPr>
          <w:spacing w:val="40"/>
          <w:sz w:val="24"/>
          <w:lang w:val="uk-UA"/>
        </w:rPr>
      </w:pPr>
    </w:p>
    <w:p w14:paraId="63BFC6BA" w14:textId="77777777" w:rsidR="00D95A5F" w:rsidRPr="001740B1" w:rsidRDefault="00D95A5F" w:rsidP="00D95A5F">
      <w:pPr>
        <w:jc w:val="center"/>
        <w:rPr>
          <w:rFonts w:eastAsia="Calibri"/>
          <w:szCs w:val="28"/>
          <w:lang w:val="uk-UA"/>
        </w:rPr>
      </w:pPr>
      <w:r w:rsidRPr="001740B1">
        <w:rPr>
          <w:rFonts w:eastAsia="Calibri"/>
          <w:szCs w:val="28"/>
          <w:lang w:val="uk-UA"/>
        </w:rPr>
        <w:t xml:space="preserve">_____________________                                   </w:t>
      </w:r>
      <w:r w:rsidRPr="001740B1">
        <w:rPr>
          <w:rFonts w:eastAsia="Calibri"/>
          <w:szCs w:val="28"/>
        </w:rPr>
        <w:t xml:space="preserve"> </w:t>
      </w:r>
      <w:r w:rsidRPr="001740B1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1740B1" w:rsidRDefault="00D95A5F" w:rsidP="00D95A5F">
      <w:pPr>
        <w:jc w:val="center"/>
        <w:rPr>
          <w:rFonts w:eastAsia="Calibri"/>
          <w:sz w:val="27"/>
          <w:szCs w:val="27"/>
          <w:lang w:val="uk-UA"/>
        </w:rPr>
      </w:pPr>
      <w:r w:rsidRPr="001740B1">
        <w:rPr>
          <w:rFonts w:eastAsia="Calibri"/>
          <w:sz w:val="27"/>
          <w:szCs w:val="27"/>
          <w:lang w:val="uk-UA"/>
        </w:rPr>
        <w:t>Київ</w:t>
      </w:r>
    </w:p>
    <w:p w14:paraId="26D0454A" w14:textId="77777777" w:rsidR="00863779" w:rsidRPr="001740B1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EE414E" w:rsidRPr="002C2AAE" w14:paraId="139E4324" w14:textId="77777777" w:rsidTr="00D95A5F">
        <w:trPr>
          <w:trHeight w:val="609"/>
        </w:trPr>
        <w:tc>
          <w:tcPr>
            <w:tcW w:w="4536" w:type="dxa"/>
          </w:tcPr>
          <w:p w14:paraId="1EFEF8CF" w14:textId="025E2533" w:rsidR="00DA7636" w:rsidRPr="001740B1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1740B1">
              <w:rPr>
                <w:szCs w:val="28"/>
              </w:rPr>
              <w:t xml:space="preserve">Про </w:t>
            </w:r>
            <w:r w:rsidR="002C2AAE">
              <w:rPr>
                <w:szCs w:val="28"/>
              </w:rPr>
              <w:t xml:space="preserve">внесення зміни до </w:t>
            </w:r>
            <w:r w:rsidR="002C2AAE" w:rsidRPr="002C2AAE">
              <w:rPr>
                <w:szCs w:val="28"/>
              </w:rPr>
              <w:t>Ліцензійних умов провадження господарської діяльності з виробництва теплової енергії</w:t>
            </w:r>
          </w:p>
        </w:tc>
        <w:tc>
          <w:tcPr>
            <w:tcW w:w="283" w:type="dxa"/>
          </w:tcPr>
          <w:p w14:paraId="369BD745" w14:textId="77777777" w:rsidR="00DA7636" w:rsidRPr="001740B1" w:rsidRDefault="00DA7636" w:rsidP="008F4B84">
            <w:pPr>
              <w:pStyle w:val="2"/>
              <w:ind w:left="-108"/>
            </w:pPr>
          </w:p>
        </w:tc>
      </w:tr>
    </w:tbl>
    <w:p w14:paraId="39828416" w14:textId="77777777" w:rsidR="00DA7636" w:rsidRPr="001740B1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44E4829B" w:rsidR="00240EDA" w:rsidRPr="001740B1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1740B1">
        <w:rPr>
          <w:szCs w:val="28"/>
          <w:shd w:val="clear" w:color="auto" w:fill="FFFFFF"/>
          <w:lang w:val="uk-UA"/>
        </w:rPr>
        <w:t xml:space="preserve">Відповідно до законів України «Про Національну комісію, що здійснює </w:t>
      </w:r>
      <w:r w:rsidRPr="00F2657F">
        <w:rPr>
          <w:szCs w:val="28"/>
          <w:shd w:val="clear" w:color="auto" w:fill="FFFFFF"/>
          <w:lang w:val="uk-UA"/>
        </w:rPr>
        <w:t>державне регулювання у сферах енергетики та комунальних послуг»</w:t>
      </w:r>
      <w:r w:rsidR="00F2657F" w:rsidRPr="00F2657F">
        <w:rPr>
          <w:szCs w:val="28"/>
          <w:shd w:val="clear" w:color="auto" w:fill="FFFFFF"/>
          <w:lang w:val="uk-UA"/>
        </w:rPr>
        <w:t xml:space="preserve"> </w:t>
      </w:r>
      <w:r w:rsidR="005A3135" w:rsidRPr="00F2657F">
        <w:rPr>
          <w:szCs w:val="28"/>
          <w:shd w:val="clear" w:color="auto" w:fill="FFFFFF"/>
          <w:lang w:val="uk-UA"/>
        </w:rPr>
        <w:t>та «Про теплопостачання»</w:t>
      </w:r>
      <w:r w:rsidR="006949A6" w:rsidRPr="00F2657F">
        <w:rPr>
          <w:szCs w:val="28"/>
          <w:shd w:val="clear" w:color="auto" w:fill="FFFFFF"/>
          <w:lang w:val="uk-UA"/>
        </w:rPr>
        <w:t xml:space="preserve"> </w:t>
      </w:r>
      <w:r w:rsidRPr="00F2657F">
        <w:rPr>
          <w:szCs w:val="28"/>
          <w:shd w:val="clear" w:color="auto" w:fill="FFFFFF"/>
          <w:lang w:val="uk-UA"/>
        </w:rPr>
        <w:t xml:space="preserve">Національна </w:t>
      </w:r>
      <w:r w:rsidRPr="001740B1">
        <w:rPr>
          <w:szCs w:val="28"/>
          <w:shd w:val="clear" w:color="auto" w:fill="FFFFFF"/>
          <w:lang w:val="uk-UA"/>
        </w:rPr>
        <w:t>комісія, що здійснює державне регулювання у сферах енергетики та комунальних послуг,</w:t>
      </w:r>
    </w:p>
    <w:p w14:paraId="51E94F68" w14:textId="77777777" w:rsidR="004649AA" w:rsidRPr="001740B1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1740B1" w:rsidRDefault="00DA7636" w:rsidP="00DA7636">
      <w:pPr>
        <w:jc w:val="both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>ПОСТАНОВЛЯЄ:</w:t>
      </w:r>
    </w:p>
    <w:p w14:paraId="2F9A06BC" w14:textId="77777777" w:rsidR="00DA7636" w:rsidRPr="001740B1" w:rsidRDefault="00DA7636" w:rsidP="00DA7636">
      <w:pPr>
        <w:jc w:val="both"/>
        <w:rPr>
          <w:szCs w:val="28"/>
          <w:lang w:val="uk-UA"/>
        </w:rPr>
      </w:pPr>
    </w:p>
    <w:p w14:paraId="62252B76" w14:textId="67C0E0DD" w:rsidR="00F2657F" w:rsidRDefault="00330D14" w:rsidP="00330D14">
      <w:pPr>
        <w:pStyle w:val="ab"/>
        <w:numPr>
          <w:ilvl w:val="0"/>
          <w:numId w:val="3"/>
        </w:numPr>
        <w:shd w:val="clear" w:color="auto" w:fill="FFFFFF"/>
        <w:tabs>
          <w:tab w:val="left" w:pos="142"/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0" w:name="_Hlk46905202"/>
      <w:r>
        <w:rPr>
          <w:szCs w:val="28"/>
          <w:shd w:val="clear" w:color="auto" w:fill="FFFFFF"/>
          <w:lang w:val="uk-UA"/>
        </w:rPr>
        <w:t>У п</w:t>
      </w:r>
      <w:r w:rsidR="00F2657F">
        <w:rPr>
          <w:szCs w:val="28"/>
          <w:shd w:val="clear" w:color="auto" w:fill="FFFFFF"/>
          <w:lang w:val="uk-UA"/>
        </w:rPr>
        <w:t>ункт</w:t>
      </w:r>
      <w:r>
        <w:rPr>
          <w:szCs w:val="28"/>
          <w:shd w:val="clear" w:color="auto" w:fill="FFFFFF"/>
          <w:lang w:val="uk-UA"/>
        </w:rPr>
        <w:t>і</w:t>
      </w:r>
      <w:r w:rsidR="00F2657F">
        <w:rPr>
          <w:szCs w:val="28"/>
          <w:shd w:val="clear" w:color="auto" w:fill="FFFFFF"/>
          <w:lang w:val="uk-UA"/>
        </w:rPr>
        <w:t xml:space="preserve"> 1.3</w:t>
      </w:r>
      <w:r w:rsidR="00891626" w:rsidRPr="00891626">
        <w:rPr>
          <w:szCs w:val="28"/>
          <w:shd w:val="clear" w:color="auto" w:fill="FFFFFF"/>
          <w:lang w:val="uk-UA"/>
        </w:rPr>
        <w:t xml:space="preserve"> </w:t>
      </w:r>
      <w:r w:rsidR="00891626">
        <w:rPr>
          <w:szCs w:val="28"/>
          <w:shd w:val="clear" w:color="auto" w:fill="FFFFFF"/>
          <w:lang w:val="uk-UA"/>
        </w:rPr>
        <w:t xml:space="preserve">глави 1 </w:t>
      </w:r>
      <w:r w:rsidR="00F2657F" w:rsidRPr="00F2657F">
        <w:rPr>
          <w:szCs w:val="28"/>
          <w:shd w:val="clear" w:color="auto" w:fill="FFFFFF"/>
          <w:lang w:val="uk-UA"/>
        </w:rPr>
        <w:t>Ліцензійних умов провадження господарської діяльності з виробництва теплової енергії</w:t>
      </w:r>
      <w:r w:rsidR="00F2657F">
        <w:rPr>
          <w:szCs w:val="28"/>
          <w:shd w:val="clear" w:color="auto" w:fill="FFFFFF"/>
          <w:lang w:val="uk-UA"/>
        </w:rPr>
        <w:t xml:space="preserve">, </w:t>
      </w:r>
      <w:r w:rsidR="00F2657F" w:rsidRPr="00586ECD">
        <w:rPr>
          <w:szCs w:val="28"/>
          <w:lang w:val="uk-UA"/>
        </w:rPr>
        <w:t>затверджених постановою Національної комісії, що здійснює державне регулювання у сферах енергетики та комунальних послуг, від 22 березня 2017 року № 308</w:t>
      </w:r>
      <w:r w:rsidR="00891626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знаки</w:t>
      </w:r>
      <w:r w:rsidR="00891626">
        <w:rPr>
          <w:szCs w:val="28"/>
          <w:lang w:val="uk-UA"/>
        </w:rPr>
        <w:t xml:space="preserve"> та слова </w:t>
      </w:r>
      <w:r>
        <w:rPr>
          <w:szCs w:val="28"/>
          <w:lang w:val="uk-UA"/>
        </w:rPr>
        <w:t>«</w:t>
      </w:r>
      <w:r w:rsidR="00F2657F" w:rsidRPr="00F2657F">
        <w:rPr>
          <w:szCs w:val="28"/>
          <w:shd w:val="clear" w:color="auto" w:fill="FFFFFF"/>
          <w:lang w:val="uk-UA"/>
        </w:rPr>
        <w:t>, та які використовуються як резервне джерело енергії під час відключень електропостачання від мереж оператора системи для об’єктів критичної інфраструктури та/або об’єктів систем теплопостачання, водопостачання, водовідведення, закладів соціальної сфери (закладів освіти, охорони здоров’я (крім санаторно-курортних закладів))</w:t>
      </w:r>
      <w:r w:rsidR="00F2657F">
        <w:rPr>
          <w:szCs w:val="28"/>
          <w:shd w:val="clear" w:color="auto" w:fill="FFFFFF"/>
          <w:lang w:val="uk-UA"/>
        </w:rPr>
        <w:t>»</w:t>
      </w:r>
      <w:r>
        <w:rPr>
          <w:szCs w:val="28"/>
          <w:shd w:val="clear" w:color="auto" w:fill="FFFFFF"/>
          <w:lang w:val="uk-UA"/>
        </w:rPr>
        <w:t xml:space="preserve"> виключити</w:t>
      </w:r>
      <w:r w:rsidR="00F2657F">
        <w:rPr>
          <w:szCs w:val="28"/>
          <w:shd w:val="clear" w:color="auto" w:fill="FFFFFF"/>
          <w:lang w:val="uk-UA"/>
        </w:rPr>
        <w:t>.</w:t>
      </w:r>
    </w:p>
    <w:p w14:paraId="1D31D74F" w14:textId="77777777" w:rsidR="00BC2272" w:rsidRPr="002C2AAE" w:rsidRDefault="00BC2272" w:rsidP="002C2AAE">
      <w:pPr>
        <w:shd w:val="clear" w:color="auto" w:fill="FFFFFF"/>
        <w:tabs>
          <w:tab w:val="left" w:pos="142"/>
          <w:tab w:val="left" w:pos="993"/>
        </w:tabs>
        <w:jc w:val="both"/>
        <w:rPr>
          <w:szCs w:val="28"/>
          <w:shd w:val="clear" w:color="auto" w:fill="FFFFFF"/>
          <w:lang w:val="uk-UA"/>
        </w:rPr>
      </w:pPr>
    </w:p>
    <w:p w14:paraId="384B018A" w14:textId="51C91895" w:rsidR="00BC2272" w:rsidRPr="006C41B0" w:rsidRDefault="00BC2272" w:rsidP="00F2657F">
      <w:pPr>
        <w:pStyle w:val="ab"/>
        <w:numPr>
          <w:ilvl w:val="0"/>
          <w:numId w:val="3"/>
        </w:numPr>
        <w:shd w:val="clear" w:color="auto" w:fill="FFFFFF"/>
        <w:tabs>
          <w:tab w:val="left" w:pos="142"/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6C41B0">
        <w:rPr>
          <w:lang w:val="uk-UA"/>
        </w:rPr>
        <w:lastRenderedPageBreak/>
        <w:t xml:space="preserve">Ця постанова набирає чинності </w:t>
      </w:r>
      <w:r w:rsidRPr="006C41B0">
        <w:rPr>
          <w:szCs w:val="28"/>
          <w:lang w:val="uk-UA"/>
        </w:rPr>
        <w:t>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>
        <w:rPr>
          <w:szCs w:val="28"/>
          <w:lang w:val="uk-UA"/>
        </w:rPr>
        <w:t>.</w:t>
      </w:r>
    </w:p>
    <w:p w14:paraId="3086CEA5" w14:textId="17893F9E" w:rsidR="00BC2272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1DD8F082" w14:textId="77777777" w:rsidR="00824311" w:rsidRDefault="00824311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075A4E38" w14:textId="77777777" w:rsidR="006C41B0" w:rsidRPr="001740B1" w:rsidRDefault="006C41B0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3184D512" w14:textId="3FCF4C98" w:rsidR="00270EE3" w:rsidRPr="00705050" w:rsidRDefault="00BC2272" w:rsidP="00D12D08">
      <w:pPr>
        <w:shd w:val="clear" w:color="auto" w:fill="FFFFFF"/>
        <w:tabs>
          <w:tab w:val="left" w:pos="851"/>
        </w:tabs>
        <w:jc w:val="both"/>
        <w:rPr>
          <w:sz w:val="20"/>
        </w:rPr>
      </w:pPr>
      <w:r w:rsidRPr="001740B1">
        <w:rPr>
          <w:szCs w:val="28"/>
          <w:lang w:val="uk-UA"/>
        </w:rPr>
        <w:t xml:space="preserve">Голова  НКРЕКП                                                      </w:t>
      </w:r>
      <w:r w:rsidR="006C41B0">
        <w:rPr>
          <w:szCs w:val="28"/>
          <w:lang w:val="uk-UA"/>
        </w:rPr>
        <w:tab/>
      </w:r>
      <w:r w:rsidRPr="001740B1">
        <w:rPr>
          <w:szCs w:val="28"/>
          <w:lang w:val="uk-UA"/>
        </w:rPr>
        <w:t xml:space="preserve"> </w:t>
      </w:r>
      <w:r w:rsidR="006C41B0">
        <w:rPr>
          <w:szCs w:val="28"/>
          <w:lang w:val="uk-UA"/>
        </w:rPr>
        <w:t>Валерій ТАРАСЮК</w:t>
      </w:r>
      <w:bookmarkEnd w:id="0"/>
    </w:p>
    <w:sectPr w:rsidR="00270EE3" w:rsidRPr="00705050" w:rsidSect="00270E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701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F12CB" w14:textId="77777777" w:rsidR="00864442" w:rsidRDefault="00864442">
      <w:r>
        <w:separator/>
      </w:r>
    </w:p>
  </w:endnote>
  <w:endnote w:type="continuationSeparator" w:id="0">
    <w:p w14:paraId="1256ACDC" w14:textId="77777777" w:rsidR="00864442" w:rsidRDefault="0086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BB95D" w14:textId="77777777" w:rsidR="00F435DE" w:rsidRDefault="00F435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410304" w14:paraId="4A7FA20D" w14:textId="77777777">
      <w:tc>
        <w:tcPr>
          <w:tcW w:w="4503" w:type="dxa"/>
        </w:tcPr>
        <w:p w14:paraId="5BF387E9" w14:textId="77777777" w:rsidR="00410304" w:rsidRDefault="00410304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14:paraId="28B1DD32" w14:textId="77777777" w:rsidR="00410304" w:rsidRDefault="00410304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14:paraId="1D78B33A" w14:textId="77777777" w:rsidR="00410304" w:rsidRDefault="0041030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9904E" w14:textId="77777777" w:rsidR="00F435DE" w:rsidRDefault="00F435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5D89E" w14:textId="77777777" w:rsidR="00864442" w:rsidRDefault="00864442">
      <w:r>
        <w:separator/>
      </w:r>
    </w:p>
  </w:footnote>
  <w:footnote w:type="continuationSeparator" w:id="0">
    <w:p w14:paraId="65488B53" w14:textId="77777777" w:rsidR="00864442" w:rsidRDefault="00864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98C69" w14:textId="77777777" w:rsidR="00F435DE" w:rsidRDefault="00F435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114800"/>
      <w:docPartObj>
        <w:docPartGallery w:val="Page Numbers (Top of Page)"/>
        <w:docPartUnique/>
      </w:docPartObj>
    </w:sdtPr>
    <w:sdtContent>
      <w:p w14:paraId="2CA73030" w14:textId="77777777" w:rsidR="00FB7860" w:rsidRDefault="00FB7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4F06BB2" w14:textId="77777777" w:rsidR="00DA7636" w:rsidRDefault="00DA763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7264845"/>
      <w:docPartObj>
        <w:docPartGallery w:val="Page Numbers (Top of Page)"/>
        <w:docPartUnique/>
      </w:docPartObj>
    </w:sdtPr>
    <w:sdtContent>
      <w:p w14:paraId="6E738B75" w14:textId="77777777" w:rsidR="00705050" w:rsidRDefault="00705050">
        <w:pPr>
          <w:pStyle w:val="a3"/>
          <w:jc w:val="center"/>
        </w:pPr>
      </w:p>
      <w:p w14:paraId="61B9EEAE" w14:textId="77777777" w:rsidR="00705050" w:rsidRDefault="00000000">
        <w:pPr>
          <w:pStyle w:val="a3"/>
          <w:jc w:val="center"/>
        </w:pPr>
      </w:p>
    </w:sdtContent>
  </w:sdt>
  <w:p w14:paraId="350667B2" w14:textId="77777777" w:rsidR="006E7C3E" w:rsidRPr="006E7C3E" w:rsidRDefault="006E7C3E" w:rsidP="006E7C3E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246403">
    <w:abstractNumId w:val="17"/>
  </w:num>
  <w:num w:numId="2" w16cid:durableId="756705163">
    <w:abstractNumId w:val="5"/>
  </w:num>
  <w:num w:numId="3" w16cid:durableId="877282623">
    <w:abstractNumId w:val="2"/>
  </w:num>
  <w:num w:numId="4" w16cid:durableId="1921675879">
    <w:abstractNumId w:val="7"/>
  </w:num>
  <w:num w:numId="5" w16cid:durableId="1843082948">
    <w:abstractNumId w:val="19"/>
  </w:num>
  <w:num w:numId="6" w16cid:durableId="643510522">
    <w:abstractNumId w:val="16"/>
  </w:num>
  <w:num w:numId="7" w16cid:durableId="93675724">
    <w:abstractNumId w:val="1"/>
  </w:num>
  <w:num w:numId="8" w16cid:durableId="900595892">
    <w:abstractNumId w:val="14"/>
  </w:num>
  <w:num w:numId="9" w16cid:durableId="1972713319">
    <w:abstractNumId w:val="0"/>
  </w:num>
  <w:num w:numId="10" w16cid:durableId="1071537959">
    <w:abstractNumId w:val="18"/>
  </w:num>
  <w:num w:numId="11" w16cid:durableId="2096169756">
    <w:abstractNumId w:val="8"/>
  </w:num>
  <w:num w:numId="12" w16cid:durableId="726344055">
    <w:abstractNumId w:val="15"/>
  </w:num>
  <w:num w:numId="13" w16cid:durableId="1246499880">
    <w:abstractNumId w:val="3"/>
  </w:num>
  <w:num w:numId="14" w16cid:durableId="432942181">
    <w:abstractNumId w:val="9"/>
  </w:num>
  <w:num w:numId="15" w16cid:durableId="1234898817">
    <w:abstractNumId w:val="11"/>
  </w:num>
  <w:num w:numId="16" w16cid:durableId="1947883871">
    <w:abstractNumId w:val="6"/>
  </w:num>
  <w:num w:numId="17" w16cid:durableId="2118282354">
    <w:abstractNumId w:val="4"/>
  </w:num>
  <w:num w:numId="18" w16cid:durableId="466827091">
    <w:abstractNumId w:val="13"/>
  </w:num>
  <w:num w:numId="19" w16cid:durableId="1261455283">
    <w:abstractNumId w:val="12"/>
  </w:num>
  <w:num w:numId="20" w16cid:durableId="12736293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111CD"/>
    <w:rsid w:val="0001382E"/>
    <w:rsid w:val="00015FF9"/>
    <w:rsid w:val="0002191A"/>
    <w:rsid w:val="00023D4D"/>
    <w:rsid w:val="000340ED"/>
    <w:rsid w:val="00040245"/>
    <w:rsid w:val="00051F69"/>
    <w:rsid w:val="000651C9"/>
    <w:rsid w:val="00067C4C"/>
    <w:rsid w:val="00067FAC"/>
    <w:rsid w:val="0007029B"/>
    <w:rsid w:val="0008498F"/>
    <w:rsid w:val="000A43FB"/>
    <w:rsid w:val="000A5800"/>
    <w:rsid w:val="000B0116"/>
    <w:rsid w:val="000D5FA7"/>
    <w:rsid w:val="000D7A5E"/>
    <w:rsid w:val="000E6A9C"/>
    <w:rsid w:val="000F0547"/>
    <w:rsid w:val="00146FC2"/>
    <w:rsid w:val="00173C3F"/>
    <w:rsid w:val="001740B1"/>
    <w:rsid w:val="00177F4D"/>
    <w:rsid w:val="00181FE9"/>
    <w:rsid w:val="0019124F"/>
    <w:rsid w:val="00196BF0"/>
    <w:rsid w:val="00197806"/>
    <w:rsid w:val="001A1803"/>
    <w:rsid w:val="001B1296"/>
    <w:rsid w:val="001C2721"/>
    <w:rsid w:val="001C4BC1"/>
    <w:rsid w:val="001D4BB8"/>
    <w:rsid w:val="001E1916"/>
    <w:rsid w:val="001E697E"/>
    <w:rsid w:val="00214B71"/>
    <w:rsid w:val="00225E87"/>
    <w:rsid w:val="00233BA2"/>
    <w:rsid w:val="00240EDA"/>
    <w:rsid w:val="00242E62"/>
    <w:rsid w:val="002451EE"/>
    <w:rsid w:val="00270EE3"/>
    <w:rsid w:val="00277AB3"/>
    <w:rsid w:val="0028465C"/>
    <w:rsid w:val="002A753F"/>
    <w:rsid w:val="002C2AAE"/>
    <w:rsid w:val="002C4370"/>
    <w:rsid w:val="002C4724"/>
    <w:rsid w:val="002D3E56"/>
    <w:rsid w:val="002D5D31"/>
    <w:rsid w:val="002F06A7"/>
    <w:rsid w:val="002F4E9F"/>
    <w:rsid w:val="002F599A"/>
    <w:rsid w:val="0030208D"/>
    <w:rsid w:val="003064C5"/>
    <w:rsid w:val="003302DE"/>
    <w:rsid w:val="00330D14"/>
    <w:rsid w:val="00331018"/>
    <w:rsid w:val="00355A8E"/>
    <w:rsid w:val="00362AF9"/>
    <w:rsid w:val="00374542"/>
    <w:rsid w:val="003845B5"/>
    <w:rsid w:val="00385B44"/>
    <w:rsid w:val="00390C53"/>
    <w:rsid w:val="00392ACA"/>
    <w:rsid w:val="003962D2"/>
    <w:rsid w:val="003A08B4"/>
    <w:rsid w:val="003A0B85"/>
    <w:rsid w:val="003A5427"/>
    <w:rsid w:val="003A7C44"/>
    <w:rsid w:val="003B3A32"/>
    <w:rsid w:val="003B7689"/>
    <w:rsid w:val="003C09EC"/>
    <w:rsid w:val="003C303E"/>
    <w:rsid w:val="003C6267"/>
    <w:rsid w:val="003D7817"/>
    <w:rsid w:val="003E1F2D"/>
    <w:rsid w:val="003F5614"/>
    <w:rsid w:val="00403D77"/>
    <w:rsid w:val="00407B16"/>
    <w:rsid w:val="00410304"/>
    <w:rsid w:val="00411239"/>
    <w:rsid w:val="00422A93"/>
    <w:rsid w:val="00425C09"/>
    <w:rsid w:val="004314BC"/>
    <w:rsid w:val="00436334"/>
    <w:rsid w:val="00450A2A"/>
    <w:rsid w:val="00454189"/>
    <w:rsid w:val="004637A6"/>
    <w:rsid w:val="004649AA"/>
    <w:rsid w:val="004759D1"/>
    <w:rsid w:val="00486296"/>
    <w:rsid w:val="00494BC5"/>
    <w:rsid w:val="004A7F04"/>
    <w:rsid w:val="004B1DF1"/>
    <w:rsid w:val="004D64BA"/>
    <w:rsid w:val="004E13FF"/>
    <w:rsid w:val="004E1C38"/>
    <w:rsid w:val="004F0984"/>
    <w:rsid w:val="004F4F18"/>
    <w:rsid w:val="00511029"/>
    <w:rsid w:val="00532A04"/>
    <w:rsid w:val="0054142A"/>
    <w:rsid w:val="005414DA"/>
    <w:rsid w:val="005637A2"/>
    <w:rsid w:val="0056533E"/>
    <w:rsid w:val="0057537B"/>
    <w:rsid w:val="00580CF5"/>
    <w:rsid w:val="00583B58"/>
    <w:rsid w:val="00586ECD"/>
    <w:rsid w:val="005A3135"/>
    <w:rsid w:val="005A66F2"/>
    <w:rsid w:val="005B0DEE"/>
    <w:rsid w:val="005D19A9"/>
    <w:rsid w:val="005D7906"/>
    <w:rsid w:val="005E07B0"/>
    <w:rsid w:val="005E4286"/>
    <w:rsid w:val="005F4374"/>
    <w:rsid w:val="005F62E7"/>
    <w:rsid w:val="0061391E"/>
    <w:rsid w:val="00616F93"/>
    <w:rsid w:val="00617E39"/>
    <w:rsid w:val="00625B99"/>
    <w:rsid w:val="0063790D"/>
    <w:rsid w:val="00655D5A"/>
    <w:rsid w:val="006807C0"/>
    <w:rsid w:val="00681A32"/>
    <w:rsid w:val="00683323"/>
    <w:rsid w:val="006903CA"/>
    <w:rsid w:val="006909E8"/>
    <w:rsid w:val="006949A6"/>
    <w:rsid w:val="006A47AF"/>
    <w:rsid w:val="006B0BA5"/>
    <w:rsid w:val="006B4154"/>
    <w:rsid w:val="006C2A19"/>
    <w:rsid w:val="006C41B0"/>
    <w:rsid w:val="006C6317"/>
    <w:rsid w:val="006C7932"/>
    <w:rsid w:val="006D6190"/>
    <w:rsid w:val="006D6760"/>
    <w:rsid w:val="006E31AC"/>
    <w:rsid w:val="006E7C3E"/>
    <w:rsid w:val="006F7FF9"/>
    <w:rsid w:val="007019C3"/>
    <w:rsid w:val="00705050"/>
    <w:rsid w:val="00721573"/>
    <w:rsid w:val="00722643"/>
    <w:rsid w:val="0072266D"/>
    <w:rsid w:val="007243D9"/>
    <w:rsid w:val="007574BB"/>
    <w:rsid w:val="00767318"/>
    <w:rsid w:val="007741AD"/>
    <w:rsid w:val="00775A60"/>
    <w:rsid w:val="00780EF4"/>
    <w:rsid w:val="007867D7"/>
    <w:rsid w:val="00787AC8"/>
    <w:rsid w:val="007B158F"/>
    <w:rsid w:val="007B2039"/>
    <w:rsid w:val="007C4E27"/>
    <w:rsid w:val="007D15F0"/>
    <w:rsid w:val="007D7619"/>
    <w:rsid w:val="007E0C48"/>
    <w:rsid w:val="007F01A9"/>
    <w:rsid w:val="007F06DC"/>
    <w:rsid w:val="007F1757"/>
    <w:rsid w:val="0080321F"/>
    <w:rsid w:val="008077E1"/>
    <w:rsid w:val="0082422E"/>
    <w:rsid w:val="00824311"/>
    <w:rsid w:val="008334F7"/>
    <w:rsid w:val="00845F97"/>
    <w:rsid w:val="00854A42"/>
    <w:rsid w:val="00863779"/>
    <w:rsid w:val="00864442"/>
    <w:rsid w:val="00866015"/>
    <w:rsid w:val="00871751"/>
    <w:rsid w:val="00871927"/>
    <w:rsid w:val="00871CFA"/>
    <w:rsid w:val="008914DE"/>
    <w:rsid w:val="00891626"/>
    <w:rsid w:val="008B5190"/>
    <w:rsid w:val="008C08CF"/>
    <w:rsid w:val="008C6906"/>
    <w:rsid w:val="008D65F0"/>
    <w:rsid w:val="008F5F02"/>
    <w:rsid w:val="00905F3B"/>
    <w:rsid w:val="00927C0E"/>
    <w:rsid w:val="009401D5"/>
    <w:rsid w:val="00942123"/>
    <w:rsid w:val="0094470B"/>
    <w:rsid w:val="0094503D"/>
    <w:rsid w:val="00950E77"/>
    <w:rsid w:val="00951336"/>
    <w:rsid w:val="0095293D"/>
    <w:rsid w:val="009877B4"/>
    <w:rsid w:val="009A0109"/>
    <w:rsid w:val="009A3733"/>
    <w:rsid w:val="009C4568"/>
    <w:rsid w:val="009E05D5"/>
    <w:rsid w:val="00A0409C"/>
    <w:rsid w:val="00A04258"/>
    <w:rsid w:val="00A2561B"/>
    <w:rsid w:val="00A30B93"/>
    <w:rsid w:val="00A3427E"/>
    <w:rsid w:val="00A40598"/>
    <w:rsid w:val="00A55DAF"/>
    <w:rsid w:val="00A5713E"/>
    <w:rsid w:val="00A64087"/>
    <w:rsid w:val="00A7635B"/>
    <w:rsid w:val="00A86B7E"/>
    <w:rsid w:val="00A86B86"/>
    <w:rsid w:val="00A935E4"/>
    <w:rsid w:val="00AB0192"/>
    <w:rsid w:val="00AB2BE8"/>
    <w:rsid w:val="00AB3EBD"/>
    <w:rsid w:val="00AC46E2"/>
    <w:rsid w:val="00AD0CF2"/>
    <w:rsid w:val="00AD5E18"/>
    <w:rsid w:val="00AE424B"/>
    <w:rsid w:val="00AE45B1"/>
    <w:rsid w:val="00AE52E5"/>
    <w:rsid w:val="00B0269C"/>
    <w:rsid w:val="00B0496B"/>
    <w:rsid w:val="00B051D2"/>
    <w:rsid w:val="00B05871"/>
    <w:rsid w:val="00B200C0"/>
    <w:rsid w:val="00B233DD"/>
    <w:rsid w:val="00B5022D"/>
    <w:rsid w:val="00B541F2"/>
    <w:rsid w:val="00B62D49"/>
    <w:rsid w:val="00B734ED"/>
    <w:rsid w:val="00B87B4C"/>
    <w:rsid w:val="00B93934"/>
    <w:rsid w:val="00BA3A40"/>
    <w:rsid w:val="00BA5C9D"/>
    <w:rsid w:val="00BA7F17"/>
    <w:rsid w:val="00BC2272"/>
    <w:rsid w:val="00BF1572"/>
    <w:rsid w:val="00C0408D"/>
    <w:rsid w:val="00C04BB0"/>
    <w:rsid w:val="00C07DDC"/>
    <w:rsid w:val="00C13DE8"/>
    <w:rsid w:val="00C23B60"/>
    <w:rsid w:val="00C32DB8"/>
    <w:rsid w:val="00C4085C"/>
    <w:rsid w:val="00C45091"/>
    <w:rsid w:val="00C46DE8"/>
    <w:rsid w:val="00C52F93"/>
    <w:rsid w:val="00C62BA8"/>
    <w:rsid w:val="00C678FF"/>
    <w:rsid w:val="00C74627"/>
    <w:rsid w:val="00CB31FB"/>
    <w:rsid w:val="00CB3D71"/>
    <w:rsid w:val="00CB7C40"/>
    <w:rsid w:val="00CC0DA3"/>
    <w:rsid w:val="00CE1605"/>
    <w:rsid w:val="00CE243D"/>
    <w:rsid w:val="00CE2D30"/>
    <w:rsid w:val="00CF7DC6"/>
    <w:rsid w:val="00D05775"/>
    <w:rsid w:val="00D12D08"/>
    <w:rsid w:val="00D12E35"/>
    <w:rsid w:val="00D229C9"/>
    <w:rsid w:val="00D24057"/>
    <w:rsid w:val="00D36E0B"/>
    <w:rsid w:val="00D5089B"/>
    <w:rsid w:val="00D51D02"/>
    <w:rsid w:val="00D62A8F"/>
    <w:rsid w:val="00D66422"/>
    <w:rsid w:val="00D72028"/>
    <w:rsid w:val="00D72054"/>
    <w:rsid w:val="00D8086C"/>
    <w:rsid w:val="00D9246D"/>
    <w:rsid w:val="00D95A5F"/>
    <w:rsid w:val="00DA2AB9"/>
    <w:rsid w:val="00DA7636"/>
    <w:rsid w:val="00DD3460"/>
    <w:rsid w:val="00DE524B"/>
    <w:rsid w:val="00DF0471"/>
    <w:rsid w:val="00E029B7"/>
    <w:rsid w:val="00E16258"/>
    <w:rsid w:val="00E2424B"/>
    <w:rsid w:val="00E27378"/>
    <w:rsid w:val="00E43328"/>
    <w:rsid w:val="00E461A7"/>
    <w:rsid w:val="00E57642"/>
    <w:rsid w:val="00E619DE"/>
    <w:rsid w:val="00E725D5"/>
    <w:rsid w:val="00E73729"/>
    <w:rsid w:val="00E77D8D"/>
    <w:rsid w:val="00EA0ACE"/>
    <w:rsid w:val="00EA4E4B"/>
    <w:rsid w:val="00EA5CC9"/>
    <w:rsid w:val="00EB3F0D"/>
    <w:rsid w:val="00ED2023"/>
    <w:rsid w:val="00ED4086"/>
    <w:rsid w:val="00ED72E0"/>
    <w:rsid w:val="00EE414E"/>
    <w:rsid w:val="00EE733E"/>
    <w:rsid w:val="00F068F2"/>
    <w:rsid w:val="00F118C3"/>
    <w:rsid w:val="00F216A3"/>
    <w:rsid w:val="00F22833"/>
    <w:rsid w:val="00F2657F"/>
    <w:rsid w:val="00F30196"/>
    <w:rsid w:val="00F341E3"/>
    <w:rsid w:val="00F426DC"/>
    <w:rsid w:val="00F435DE"/>
    <w:rsid w:val="00F44577"/>
    <w:rsid w:val="00F50416"/>
    <w:rsid w:val="00F549F1"/>
    <w:rsid w:val="00F67AE2"/>
    <w:rsid w:val="00F832AB"/>
    <w:rsid w:val="00F84CC8"/>
    <w:rsid w:val="00FA4C87"/>
    <w:rsid w:val="00FA6D56"/>
    <w:rsid w:val="00FB30BB"/>
    <w:rsid w:val="00FB7860"/>
    <w:rsid w:val="00FC0EA6"/>
    <w:rsid w:val="00FC77A9"/>
    <w:rsid w:val="00FD752A"/>
    <w:rsid w:val="00FE1313"/>
    <w:rsid w:val="00FE6D87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4CE18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792A3-736F-4408-993E-555C1E66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2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Катерина Щеглова</cp:lastModifiedBy>
  <cp:revision>2</cp:revision>
  <cp:lastPrinted>2024-06-24T09:25:00Z</cp:lastPrinted>
  <dcterms:created xsi:type="dcterms:W3CDTF">2024-07-09T08:15:00Z</dcterms:created>
  <dcterms:modified xsi:type="dcterms:W3CDTF">2024-07-09T08:15:00Z</dcterms:modified>
</cp:coreProperties>
</file>