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57F7C" w14:textId="77777777"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 wp14:anchorId="027D9AA0" wp14:editId="27A1A406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890EA" w14:textId="77777777" w:rsidR="00410304" w:rsidRPr="001642B9" w:rsidRDefault="00410304">
      <w:pPr>
        <w:jc w:val="center"/>
        <w:rPr>
          <w:lang w:val="uk-UA"/>
        </w:rPr>
      </w:pPr>
    </w:p>
    <w:p w14:paraId="419C24D1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1E3D4E87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14:paraId="30FA5A66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14:paraId="0F6ACE3A" w14:textId="77777777"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14:paraId="0F765260" w14:textId="77777777"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14:paraId="4942F568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28CD6A07" w14:textId="77777777"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14:paraId="6B6960D0" w14:textId="77777777"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14:paraId="44B3F656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46FE14F0" w14:textId="77777777"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14:paraId="1C7610E8" w14:textId="77777777"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14:paraId="78736653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14:paraId="1848E1BD" w14:textId="77777777" w:rsidTr="00744C74">
        <w:tc>
          <w:tcPr>
            <w:tcW w:w="4536" w:type="dxa"/>
            <w:shd w:val="clear" w:color="auto" w:fill="auto"/>
          </w:tcPr>
          <w:p w14:paraId="7E297A61" w14:textId="77777777"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0"/>
          </w:p>
        </w:tc>
      </w:tr>
    </w:tbl>
    <w:p w14:paraId="3F08C4EF" w14:textId="77777777" w:rsidR="00410304" w:rsidRPr="001642B9" w:rsidRDefault="00410304" w:rsidP="00CE243D">
      <w:pPr>
        <w:jc w:val="both"/>
        <w:rPr>
          <w:lang w:val="uk-UA"/>
        </w:rPr>
      </w:pPr>
    </w:p>
    <w:p w14:paraId="4E77E448" w14:textId="77777777"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8D056B" w:rsidRPr="001642B9">
        <w:rPr>
          <w:lang w:val="uk-UA"/>
        </w:rPr>
        <w:t>,</w:t>
      </w:r>
      <w:r w:rsidR="00276179" w:rsidRPr="001642B9">
        <w:rPr>
          <w:lang w:val="uk-UA"/>
        </w:rPr>
        <w:t xml:space="preserve"> </w:t>
      </w:r>
      <w:bookmarkStart w:id="1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642B9">
        <w:rPr>
          <w:lang w:val="uk-UA"/>
        </w:rPr>
        <w:t>,</w:t>
      </w:r>
    </w:p>
    <w:p w14:paraId="687D87BA" w14:textId="77777777" w:rsidR="00410304" w:rsidRPr="001642B9" w:rsidRDefault="00410304" w:rsidP="00CE243D">
      <w:pPr>
        <w:jc w:val="both"/>
        <w:rPr>
          <w:lang w:val="uk-UA"/>
        </w:rPr>
      </w:pPr>
    </w:p>
    <w:p w14:paraId="32CCE827" w14:textId="77777777"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14:paraId="79F2E420" w14:textId="77777777" w:rsidR="00410304" w:rsidRPr="001642B9" w:rsidRDefault="00410304" w:rsidP="00CE243D">
      <w:pPr>
        <w:jc w:val="both"/>
        <w:rPr>
          <w:lang w:val="uk-UA"/>
        </w:rPr>
      </w:pPr>
    </w:p>
    <w:p w14:paraId="76269629" w14:textId="77777777"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14:paraId="415B8A85" w14:textId="77777777"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3865DA48" w14:textId="77777777" w:rsidR="00261B80" w:rsidRDefault="00261B80" w:rsidP="00744C74">
      <w:pPr>
        <w:jc w:val="both"/>
        <w:rPr>
          <w:lang w:val="uk-UA"/>
        </w:rPr>
      </w:pPr>
      <w:bookmarkStart w:id="2" w:name="_GoBack"/>
      <w:bookmarkEnd w:id="2"/>
    </w:p>
    <w:p w14:paraId="30A3443D" w14:textId="77777777"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  <w:t>Костянтин УЩАПОВСЬКИЙ</w:t>
      </w:r>
    </w:p>
    <w:sectPr w:rsidR="007B4DF4" w:rsidRPr="001642B9" w:rsidSect="00261B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F36E6" w14:textId="77777777" w:rsidR="005737B7" w:rsidRDefault="005737B7">
      <w:r>
        <w:separator/>
      </w:r>
    </w:p>
  </w:endnote>
  <w:endnote w:type="continuationSeparator" w:id="0">
    <w:p w14:paraId="69E07795" w14:textId="77777777" w:rsidR="005737B7" w:rsidRDefault="0057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99926" w14:textId="77777777" w:rsidR="00850AA3" w:rsidRDefault="00850A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74050" w14:textId="77777777" w:rsidR="00850AA3" w:rsidRDefault="00850A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76236" w14:textId="77777777" w:rsidR="00850AA3" w:rsidRDefault="00850A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490DE" w14:textId="77777777" w:rsidR="005737B7" w:rsidRDefault="005737B7">
      <w:r>
        <w:separator/>
      </w:r>
    </w:p>
  </w:footnote>
  <w:footnote w:type="continuationSeparator" w:id="0">
    <w:p w14:paraId="00E54F30" w14:textId="77777777" w:rsidR="005737B7" w:rsidRDefault="0057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9F047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20A3792F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CEF9A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08E0E1D5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F30F3" w14:textId="77777777"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D0BB5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2EA"/>
    <w:rsid w:val="00221A33"/>
    <w:rsid w:val="002235B1"/>
    <w:rsid w:val="00237A22"/>
    <w:rsid w:val="00256607"/>
    <w:rsid w:val="00261B80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37B7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15AF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0AA3"/>
    <w:rsid w:val="00852C9A"/>
    <w:rsid w:val="00854173"/>
    <w:rsid w:val="00862199"/>
    <w:rsid w:val="0086603D"/>
    <w:rsid w:val="008745BE"/>
    <w:rsid w:val="00881F76"/>
    <w:rsid w:val="00886C2F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E22CA"/>
    <w:rsid w:val="00BE2B73"/>
    <w:rsid w:val="00BE5C9E"/>
    <w:rsid w:val="00BE6566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AB3842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0C0BC-195C-4E17-AFF5-AC5434484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15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9</cp:revision>
  <cp:lastPrinted>2023-06-01T11:11:00Z</cp:lastPrinted>
  <dcterms:created xsi:type="dcterms:W3CDTF">2023-06-01T12:05:00Z</dcterms:created>
  <dcterms:modified xsi:type="dcterms:W3CDTF">2023-12-06T15:07:00Z</dcterms:modified>
</cp:coreProperties>
</file>